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47FB4FBB" w:rsidR="006F7531" w:rsidRPr="006F7531" w:rsidRDefault="001B1B55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533A25">
        <w:rPr>
          <w:rFonts w:ascii="Arial" w:hAnsi="Arial" w:cs="Arial"/>
          <w:lang w:val="en-CA"/>
        </w:rPr>
        <w:t xml:space="preserve">White-Light </w:t>
      </w:r>
      <w:r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5E176E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50792219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B92523F" w14:textId="32DB38DE" w:rsidR="00533A25" w:rsidRDefault="00533A25" w:rsidP="00533A25">
      <w:pPr>
        <w:pStyle w:val="ListParagraph"/>
        <w:numPr>
          <w:ilvl w:val="0"/>
          <w:numId w:val="28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 xml:space="preserve">White-Light models shall be available with a colour temperature of ~6000k. Other </w:t>
      </w:r>
      <w:r w:rsidR="00C42909">
        <w:rPr>
          <w:rFonts w:ascii="Arial" w:hAnsi="Arial" w:cs="Arial"/>
          <w:lang w:val="en-CA"/>
        </w:rPr>
        <w:t>colour temperatures</w:t>
      </w:r>
      <w:r>
        <w:rPr>
          <w:rFonts w:ascii="Arial" w:hAnsi="Arial" w:cs="Arial"/>
          <w:lang w:val="en-CA"/>
        </w:rPr>
        <w:t xml:space="preserve">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533A25">
      <w:pPr>
        <w:pStyle w:val="ListParagraph"/>
        <w:rPr>
          <w:rFonts w:ascii="Arial" w:hAnsi="Arial" w:cs="Arial"/>
          <w:lang w:val="en-CA"/>
        </w:rPr>
      </w:pPr>
    </w:p>
    <w:p w14:paraId="54807767" w14:textId="0623C5BD" w:rsidR="001F10AF" w:rsidRDefault="00760120" w:rsidP="00533A2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5E176E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05888906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61FD58F6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8768CA">
        <w:rPr>
          <w:rFonts w:ascii="Arial" w:hAnsi="Arial" w:cs="Arial"/>
          <w:lang w:val="en-CA"/>
        </w:rPr>
        <w:t>8</w:t>
      </w:r>
      <w:r w:rsidR="00CE7F31">
        <w:rPr>
          <w:rFonts w:ascii="Arial" w:hAnsi="Arial" w:cs="Arial"/>
          <w:lang w:val="en-CA"/>
        </w:rPr>
        <w:t>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07478A0A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676A1912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533A25">
        <w:rPr>
          <w:rFonts w:ascii="Arial" w:hAnsi="Arial" w:cs="Arial"/>
          <w:lang w:val="en-CA"/>
        </w:rPr>
        <w:t xml:space="preserve">White-Light </w:t>
      </w:r>
      <w:r w:rsidRPr="00BE345E">
        <w:rPr>
          <w:rFonts w:ascii="Arial" w:hAnsi="Arial" w:cs="Arial"/>
          <w:lang w:val="en-CA"/>
        </w:rPr>
        <w:t xml:space="preserve">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5E874BBE" w:rsidR="00E14113" w:rsidRPr="00A9611B" w:rsidRDefault="00E14113" w:rsidP="00533A25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6C50ADD0" w:rsidR="000A0856" w:rsidRPr="00533A25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533A25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533A25">
        <w:rPr>
          <w:rStyle w:val="hps"/>
          <w:rFonts w:ascii="Arial" w:hAnsi="Arial" w:cs="Arial"/>
          <w:lang w:val="en-CA"/>
        </w:rPr>
        <w:t xml:space="preserve"> and the </w:t>
      </w:r>
      <w:r w:rsidR="000A0856" w:rsidRPr="00533A25">
        <w:rPr>
          <w:rStyle w:val="hps"/>
          <w:rFonts w:ascii="Arial" w:hAnsi="Arial"/>
        </w:rPr>
        <w:t xml:space="preserve">manufacturer shall guarantee that the </w:t>
      </w:r>
      <w:r w:rsidR="00533A25">
        <w:rPr>
          <w:rStyle w:val="hps"/>
          <w:rFonts w:ascii="Arial" w:hAnsi="Arial"/>
        </w:rPr>
        <w:t xml:space="preserve">White-Light </w:t>
      </w:r>
      <w:r w:rsidR="000A0856" w:rsidRPr="00533A25">
        <w:rPr>
          <w:rStyle w:val="hps"/>
          <w:rFonts w:ascii="Arial" w:hAnsi="Arial"/>
        </w:rPr>
        <w:t xml:space="preserve">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533A25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4A9B44AC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8768CA">
        <w:rPr>
          <w:rFonts w:ascii="Arial" w:hAnsi="Arial" w:cs="Arial"/>
          <w:iCs/>
          <w:lang w:val="en-CA"/>
        </w:rPr>
        <w:t>155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8768CA">
        <w:rPr>
          <w:rFonts w:ascii="Arial" w:hAnsi="Arial" w:cs="Arial"/>
          <w:iCs/>
          <w:lang w:val="en-CA"/>
        </w:rPr>
        <w:t>509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212D914A" w14:textId="77777777" w:rsidR="00C42909" w:rsidRDefault="00C42909" w:rsidP="00C42909">
      <w:pPr>
        <w:ind w:left="1800"/>
        <w:rPr>
          <w:rFonts w:ascii="Arial" w:hAnsi="Arial" w:cs="Arial"/>
          <w:iCs/>
          <w:lang w:val="en-CA"/>
        </w:rPr>
      </w:pPr>
    </w:p>
    <w:p w14:paraId="5E955011" w14:textId="6C2B9A0C" w:rsidR="00C42909" w:rsidRPr="00BE345E" w:rsidRDefault="00C42909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3726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679CABEB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8768CA">
        <w:rPr>
          <w:rFonts w:ascii="Arial" w:hAnsi="Arial" w:cs="Arial"/>
          <w:iCs/>
          <w:lang w:val="en-CA"/>
        </w:rPr>
        <w:t xml:space="preserve">, 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4F9B39D4" w:rsidR="000469F9" w:rsidRPr="00FE6877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5E176E">
        <w:rPr>
          <w:rFonts w:ascii="Arial" w:hAnsi="Arial" w:cs="Arial"/>
          <w:iCs/>
          <w:lang w:val="en-CA"/>
        </w:rPr>
        <w:t>PLATINUM Elite SMT LEDs</w:t>
      </w:r>
    </w:p>
    <w:p w14:paraId="355143AB" w14:textId="77777777" w:rsidR="00FE6877" w:rsidRPr="00FE6877" w:rsidRDefault="00FE6877" w:rsidP="00FE6877">
      <w:pPr>
        <w:ind w:left="1800"/>
        <w:rPr>
          <w:rFonts w:ascii="Arial" w:hAnsi="Arial" w:cs="Arial"/>
          <w:lang w:val="en-CA"/>
        </w:rPr>
      </w:pPr>
    </w:p>
    <w:p w14:paraId="3B90992E" w14:textId="3F26456F" w:rsidR="00FE6877" w:rsidRPr="00FE6877" w:rsidRDefault="00FE6877" w:rsidP="00FE6877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1F21610F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C42909">
        <w:rPr>
          <w:rFonts w:ascii="Arial" w:hAnsi="Arial" w:cs="Arial"/>
          <w:iCs/>
          <w:lang w:val="en-CA"/>
        </w:rPr>
        <w:t>~</w:t>
      </w:r>
    </w:p>
    <w:p w14:paraId="2611B390" w14:textId="77777777" w:rsidR="00C42909" w:rsidRDefault="00C42909" w:rsidP="00C42909">
      <w:pPr>
        <w:ind w:left="1800"/>
        <w:rPr>
          <w:rFonts w:ascii="Arial" w:hAnsi="Arial" w:cs="Arial"/>
          <w:iCs/>
          <w:lang w:val="en-CA"/>
        </w:rPr>
      </w:pPr>
    </w:p>
    <w:p w14:paraId="5FC1BA37" w14:textId="10225E27" w:rsidR="00C42909" w:rsidRDefault="00C42909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364F88E3" w:rsidR="00207E8C" w:rsidRPr="00207E8C" w:rsidRDefault="00533A25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4047D5A2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8768CA">
        <w:rPr>
          <w:rFonts w:ascii="Arial" w:hAnsi="Arial" w:cs="Arial"/>
          <w:iCs/>
          <w:lang w:val="en-CA"/>
        </w:rPr>
        <w:t>48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7032171A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8768CA">
        <w:rPr>
          <w:rFonts w:ascii="Arial" w:hAnsi="Arial" w:cs="Arial"/>
          <w:iCs/>
          <w:lang w:val="en-CA"/>
        </w:rPr>
        <w:t>2.25K</w:t>
      </w:r>
      <w:r w:rsidR="00416F28">
        <w:rPr>
          <w:rFonts w:ascii="Arial" w:hAnsi="Arial" w:cs="Arial"/>
          <w:iCs/>
          <w:lang w:val="en-CA"/>
        </w:rPr>
        <w:t>g (</w:t>
      </w:r>
      <w:r w:rsidR="008768CA">
        <w:rPr>
          <w:rFonts w:ascii="Arial" w:hAnsi="Arial" w:cs="Arial"/>
          <w:iCs/>
          <w:lang w:val="en-CA"/>
        </w:rPr>
        <w:t>5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0C355E69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B6078B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to</w:t>
      </w:r>
      <w:proofErr w:type="gramEnd"/>
      <w:r>
        <w:rPr>
          <w:rFonts w:ascii="Arial" w:hAnsi="Arial" w:cs="Arial"/>
          <w:iCs/>
          <w:lang w:val="en-CA"/>
        </w:rPr>
        <w:t xml:space="preserve">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2ED1B700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8768CA">
        <w:rPr>
          <w:rFonts w:ascii="Arial" w:hAnsi="Arial" w:cs="Arial"/>
          <w:iCs/>
          <w:lang w:val="fr-CA"/>
        </w:rPr>
        <w:t>209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8768CA">
        <w:rPr>
          <w:rFonts w:ascii="Arial" w:hAnsi="Arial" w:cs="Arial"/>
          <w:iCs/>
          <w:lang w:val="fr-CA"/>
        </w:rPr>
        <w:t>78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8768CA">
        <w:rPr>
          <w:rFonts w:ascii="Arial" w:hAnsi="Arial" w:cs="Arial"/>
          <w:iCs/>
          <w:lang w:val="fr-CA"/>
        </w:rPr>
        <w:t>7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8768CA">
        <w:rPr>
          <w:rFonts w:ascii="Arial" w:hAnsi="Arial" w:cs="Arial"/>
          <w:iCs/>
          <w:lang w:val="fr-CA"/>
        </w:rPr>
        <w:t>8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8768CA">
        <w:rPr>
          <w:rFonts w:ascii="Arial" w:hAnsi="Arial" w:cs="Arial"/>
          <w:iCs/>
          <w:lang w:val="fr-CA"/>
        </w:rPr>
        <w:t>7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8768CA">
        <w:rPr>
          <w:rFonts w:ascii="Arial" w:hAnsi="Arial" w:cs="Arial"/>
          <w:iCs/>
          <w:lang w:val="fr-CA"/>
        </w:rPr>
        <w:t>3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40049D03" w:rsidR="00961A18" w:rsidRDefault="00533A25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533A25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533A25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0C08642B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533A25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533A25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77F15626" w14:textId="77777777" w:rsidR="00060904" w:rsidRPr="00961A18" w:rsidRDefault="00060904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31D7F291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533A25">
        <w:rPr>
          <w:rFonts w:ascii="Arial" w:hAnsi="Arial" w:cs="Arial"/>
          <w:lang w:val="en-CA"/>
        </w:rPr>
        <w:t xml:space="preserve">White-Light </w:t>
      </w:r>
      <w:r w:rsidRPr="00BE345E">
        <w:rPr>
          <w:rFonts w:ascii="Arial" w:hAnsi="Arial" w:cs="Arial"/>
          <w:lang w:val="en-CA"/>
        </w:rPr>
        <w:t xml:space="preserve">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533A25">
        <w:rPr>
          <w:rFonts w:ascii="Arial" w:hAnsi="Arial" w:cs="Arial"/>
          <w:lang w:val="en-CA"/>
        </w:rPr>
        <w:t>-</w:t>
      </w:r>
      <w:r w:rsidR="00B6078B">
        <w:rPr>
          <w:rFonts w:ascii="Arial" w:hAnsi="Arial" w:cs="Arial"/>
          <w:lang w:val="en-CA"/>
        </w:rPr>
        <w:t>w</w:t>
      </w:r>
      <w:r w:rsidR="009D0325">
        <w:rPr>
          <w:rFonts w:ascii="Arial" w:hAnsi="Arial" w:cs="Arial"/>
          <w:lang w:val="en-CA"/>
        </w:rPr>
        <w:t>4</w:t>
      </w:r>
      <w:r w:rsidR="00960A00">
        <w:rPr>
          <w:rFonts w:ascii="Arial" w:hAnsi="Arial" w:cs="Arial"/>
          <w:lang w:val="en-CA"/>
        </w:rPr>
        <w:t>-</w:t>
      </w:r>
      <w:r w:rsidR="008768CA">
        <w:rPr>
          <w:rFonts w:ascii="Arial" w:hAnsi="Arial" w:cs="Arial"/>
          <w:lang w:val="en-CA"/>
        </w:rPr>
        <w:t>2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2F6AD" w14:textId="77777777" w:rsidR="00750885" w:rsidRDefault="00750885">
      <w:r>
        <w:separator/>
      </w:r>
    </w:p>
  </w:endnote>
  <w:endnote w:type="continuationSeparator" w:id="0">
    <w:p w14:paraId="7CD6A0C4" w14:textId="77777777" w:rsidR="00750885" w:rsidRDefault="00750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CB406" w14:textId="77777777" w:rsidR="00750885" w:rsidRDefault="00750885">
      <w:r>
        <w:separator/>
      </w:r>
    </w:p>
  </w:footnote>
  <w:footnote w:type="continuationSeparator" w:id="0">
    <w:p w14:paraId="0D87997F" w14:textId="77777777" w:rsidR="00750885" w:rsidRDefault="00750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533A25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533A25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35632A02" w:rsidR="00BE01DF" w:rsidRPr="00533A25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B6078B"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CE523E"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AD7430"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533A25"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White-Light </w:t>
          </w:r>
          <w:r w:rsidRPr="00533A25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Illuminator Specification    </w:t>
          </w:r>
        </w:p>
        <w:p w14:paraId="4B226F07" w14:textId="1AE72122" w:rsidR="00BE01DF" w:rsidRPr="00533A25" w:rsidRDefault="008768CA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533A25">
            <w:rPr>
              <w:rFonts w:ascii="Arial" w:hAnsi="Arial" w:cs="Arial"/>
              <w:sz w:val="24"/>
              <w:szCs w:val="28"/>
              <w:lang w:val="en-CA"/>
            </w:rPr>
            <w:t>21</w:t>
          </w:r>
          <w:r w:rsidR="00BE01DF" w:rsidRPr="00533A25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AD7430" w:rsidRPr="00533A25">
            <w:rPr>
              <w:rFonts w:ascii="Arial" w:hAnsi="Arial" w:cs="Arial"/>
              <w:sz w:val="24"/>
              <w:szCs w:val="28"/>
              <w:lang w:val="en-CA"/>
            </w:rPr>
            <w:t>155</w:t>
          </w:r>
          <w:r w:rsidR="00BE01DF" w:rsidRPr="00533A25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533A25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533A25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533A25">
            <w:rPr>
              <w:rFonts w:ascii="Arial" w:hAnsi="Arial" w:cs="Arial"/>
              <w:sz w:val="24"/>
              <w:szCs w:val="28"/>
              <w:lang w:val="en-CA"/>
            </w:rPr>
            <w:t>6</w:t>
          </w:r>
          <w:r w:rsidR="00CE523E" w:rsidRPr="00533A25">
            <w:rPr>
              <w:rFonts w:ascii="Arial" w:hAnsi="Arial" w:cs="Arial"/>
              <w:sz w:val="24"/>
              <w:szCs w:val="28"/>
              <w:lang w:val="en-CA"/>
            </w:rPr>
            <w:t>9</w:t>
          </w:r>
          <w:r w:rsidR="00BD35E6" w:rsidRPr="00533A25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533A25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533A25">
            <w:rPr>
              <w:rFonts w:ascii="Arial" w:hAnsi="Arial" w:cs="Arial"/>
              <w:sz w:val="24"/>
              <w:szCs w:val="28"/>
              <w:lang w:val="en-CA"/>
            </w:rPr>
            <w:t>509</w:t>
          </w:r>
          <w:r w:rsidR="00BE01DF" w:rsidRPr="00533A25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2FEEDA36" w:rsidR="00BE01DF" w:rsidRPr="00533A25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533A25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8768CA" w:rsidRPr="00533A25">
            <w:rPr>
              <w:rFonts w:ascii="Arial" w:eastAsiaTheme="majorEastAsia" w:hAnsi="Arial" w:cs="Arial"/>
              <w:sz w:val="24"/>
              <w:szCs w:val="28"/>
              <w:lang w:val="en-CA"/>
            </w:rPr>
            <w:t>8</w:t>
          </w:r>
          <w:r w:rsidR="00CE523E" w:rsidRPr="00533A25">
            <w:rPr>
              <w:rFonts w:ascii="Arial" w:eastAsiaTheme="majorEastAsia" w:hAnsi="Arial" w:cs="Arial"/>
              <w:sz w:val="24"/>
              <w:szCs w:val="28"/>
              <w:lang w:val="en-CA"/>
            </w:rPr>
            <w:t>0</w:t>
          </w:r>
          <w:r w:rsidRPr="00533A25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60904"/>
    <w:rsid w:val="00093224"/>
    <w:rsid w:val="00097888"/>
    <w:rsid w:val="000A0856"/>
    <w:rsid w:val="000B0E4A"/>
    <w:rsid w:val="000B2A74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5848"/>
    <w:rsid w:val="001A6916"/>
    <w:rsid w:val="001A6C0C"/>
    <w:rsid w:val="001B1B55"/>
    <w:rsid w:val="001B4791"/>
    <w:rsid w:val="001B752C"/>
    <w:rsid w:val="001D4EFA"/>
    <w:rsid w:val="001D6409"/>
    <w:rsid w:val="001D667B"/>
    <w:rsid w:val="001E25DD"/>
    <w:rsid w:val="001F10AF"/>
    <w:rsid w:val="001F57A5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6359"/>
    <w:rsid w:val="00322BE3"/>
    <w:rsid w:val="00335273"/>
    <w:rsid w:val="00351A8F"/>
    <w:rsid w:val="0037739B"/>
    <w:rsid w:val="0038299C"/>
    <w:rsid w:val="00385DEF"/>
    <w:rsid w:val="003953C8"/>
    <w:rsid w:val="003A2D07"/>
    <w:rsid w:val="003A4182"/>
    <w:rsid w:val="003B6D6C"/>
    <w:rsid w:val="003C618D"/>
    <w:rsid w:val="003C6984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33A25"/>
    <w:rsid w:val="005411C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E176E"/>
    <w:rsid w:val="006274F2"/>
    <w:rsid w:val="00675FBB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50885"/>
    <w:rsid w:val="00760120"/>
    <w:rsid w:val="00796669"/>
    <w:rsid w:val="007C1041"/>
    <w:rsid w:val="007D3161"/>
    <w:rsid w:val="007E20B5"/>
    <w:rsid w:val="007F4973"/>
    <w:rsid w:val="00823052"/>
    <w:rsid w:val="00824864"/>
    <w:rsid w:val="00825226"/>
    <w:rsid w:val="008318EA"/>
    <w:rsid w:val="00847E29"/>
    <w:rsid w:val="008522EB"/>
    <w:rsid w:val="0087526B"/>
    <w:rsid w:val="0087559A"/>
    <w:rsid w:val="008768C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D7430"/>
    <w:rsid w:val="00AE731E"/>
    <w:rsid w:val="00B06B81"/>
    <w:rsid w:val="00B07957"/>
    <w:rsid w:val="00B1354E"/>
    <w:rsid w:val="00B377AC"/>
    <w:rsid w:val="00B44329"/>
    <w:rsid w:val="00B57724"/>
    <w:rsid w:val="00B6078B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42909"/>
    <w:rsid w:val="00C56C34"/>
    <w:rsid w:val="00C60F7B"/>
    <w:rsid w:val="00C92FE9"/>
    <w:rsid w:val="00CD3D61"/>
    <w:rsid w:val="00CD6B34"/>
    <w:rsid w:val="00CE523E"/>
    <w:rsid w:val="00CE53B5"/>
    <w:rsid w:val="00CE7F31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6877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EBFFB-EBA1-4C3F-9B2E-12D21CD3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7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6</cp:revision>
  <cp:lastPrinted>2012-04-06T14:26:00Z</cp:lastPrinted>
  <dcterms:created xsi:type="dcterms:W3CDTF">2017-01-27T14:32:00Z</dcterms:created>
  <dcterms:modified xsi:type="dcterms:W3CDTF">2017-02-01T12:35:00Z</dcterms:modified>
</cp:coreProperties>
</file>